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7F80" w14:textId="6C23D269" w:rsidR="00163610" w:rsidRDefault="006248B1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354BF6EA" wp14:editId="581F1BEA">
            <wp:extent cx="5760720" cy="539750"/>
            <wp:effectExtent l="0" t="0" r="0" b="0"/>
            <wp:docPr id="13" name="Obraz 1" descr="Ciąg czterech logotypów w kolejności od lewej: 1. Fundusze Europejskie dla Pomorza, 2. Rzeczpospolita Polska, 3. Dofinansowane przez Unię Europejską, 4. Urząd Marszałkowski Województwa 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Ciąg czterech logotypów w kolejności od lewej: 1. Fundusze Europejskie dla Pomorza, 2. Rzeczpospolita Polska, 3. Dofinansowane przez Unię Europejską, 4. Urząd Marszałkowski Województwa Pomorskiego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12F03" w14:textId="77777777" w:rsidR="00163610" w:rsidRDefault="00163610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D553F1" w14:textId="10132523" w:rsidR="00163610" w:rsidRPr="00B10C22" w:rsidRDefault="00163610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C22">
        <w:rPr>
          <w:rFonts w:ascii="Arial" w:hAnsi="Arial" w:cs="Arial"/>
          <w:sz w:val="24"/>
          <w:szCs w:val="24"/>
        </w:rPr>
        <w:t xml:space="preserve">Załącznik nr </w:t>
      </w:r>
      <w:r w:rsidR="004D73FA">
        <w:rPr>
          <w:rFonts w:ascii="Arial" w:hAnsi="Arial" w:cs="Arial"/>
          <w:sz w:val="24"/>
          <w:szCs w:val="24"/>
        </w:rPr>
        <w:t>4</w:t>
      </w:r>
      <w:r w:rsidRPr="00B10C22">
        <w:rPr>
          <w:rFonts w:ascii="Arial" w:hAnsi="Arial" w:cs="Arial"/>
          <w:sz w:val="24"/>
          <w:szCs w:val="24"/>
        </w:rPr>
        <w:t xml:space="preserve"> </w:t>
      </w:r>
      <w:r w:rsidR="00F80609" w:rsidRPr="00B10C22">
        <w:rPr>
          <w:rFonts w:ascii="Arial" w:eastAsia="Calibri" w:hAnsi="Arial" w:cs="Arial"/>
          <w:sz w:val="24"/>
          <w:szCs w:val="24"/>
        </w:rPr>
        <w:t>Oświadczenie wnioskodawcy dotyczące</w:t>
      </w:r>
      <w:r w:rsidR="00F80609" w:rsidRPr="00B10C22">
        <w:rPr>
          <w:rFonts w:ascii="Arial" w:eastAsia="Calibri" w:hAnsi="Arial" w:cs="Arial"/>
          <w:bCs/>
          <w:sz w:val="24"/>
          <w:szCs w:val="24"/>
        </w:rPr>
        <w:t xml:space="preserve"> zgodności projektu z właściwymi przepisami prawa unijnego </w:t>
      </w:r>
    </w:p>
    <w:p w14:paraId="020213D4" w14:textId="77777777" w:rsidR="00163610" w:rsidRPr="00B10C22" w:rsidRDefault="00163610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</w:r>
      <w:r w:rsidRPr="00B10C22">
        <w:rPr>
          <w:rFonts w:ascii="Arial" w:hAnsi="Arial" w:cs="Arial"/>
          <w:sz w:val="24"/>
          <w:szCs w:val="24"/>
        </w:rPr>
        <w:tab/>
        <w:t>………………………</w:t>
      </w:r>
    </w:p>
    <w:p w14:paraId="24BF663D" w14:textId="77777777" w:rsidR="00163610" w:rsidRPr="00B10C22" w:rsidRDefault="00163610" w:rsidP="0016361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iCs/>
          <w:sz w:val="24"/>
          <w:szCs w:val="24"/>
        </w:rPr>
      </w:pPr>
      <w:r w:rsidRPr="00B10C22">
        <w:rPr>
          <w:rFonts w:ascii="Arial" w:hAnsi="Arial" w:cs="Arial"/>
          <w:iCs/>
          <w:sz w:val="24"/>
          <w:szCs w:val="24"/>
        </w:rPr>
        <w:t xml:space="preserve">(Miejscowość </w:t>
      </w:r>
      <w:r w:rsidR="008F0439" w:rsidRPr="00B10C22">
        <w:rPr>
          <w:rFonts w:ascii="Arial" w:hAnsi="Arial" w:cs="Arial"/>
          <w:iCs/>
          <w:sz w:val="24"/>
          <w:szCs w:val="24"/>
        </w:rPr>
        <w:t>i </w:t>
      </w:r>
      <w:r w:rsidRPr="00B10C22">
        <w:rPr>
          <w:rFonts w:ascii="Arial" w:hAnsi="Arial" w:cs="Arial"/>
          <w:iCs/>
          <w:sz w:val="24"/>
          <w:szCs w:val="24"/>
        </w:rPr>
        <w:t>data)</w:t>
      </w:r>
    </w:p>
    <w:p w14:paraId="5DC1EACF" w14:textId="77777777" w:rsidR="00163610" w:rsidRDefault="00163610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7359DDF7" w14:textId="77777777" w:rsidR="00C360E1" w:rsidRPr="00B10C22" w:rsidRDefault="00C360E1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59A5339B" w14:textId="77777777" w:rsidR="00163610" w:rsidRPr="00B10C22" w:rsidRDefault="00163610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31B9AA49" w14:textId="77777777" w:rsidR="00163610" w:rsidRPr="00B10C22" w:rsidRDefault="00163610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B10C22">
        <w:rPr>
          <w:rFonts w:ascii="Arial" w:hAnsi="Arial" w:cs="Arial"/>
          <w:iCs/>
          <w:sz w:val="24"/>
          <w:szCs w:val="24"/>
        </w:rPr>
        <w:t xml:space="preserve">Nazwa </w:t>
      </w:r>
      <w:r w:rsidR="008F0439" w:rsidRPr="00B10C22">
        <w:rPr>
          <w:rFonts w:ascii="Arial" w:hAnsi="Arial" w:cs="Arial"/>
          <w:iCs/>
          <w:sz w:val="24"/>
          <w:szCs w:val="24"/>
        </w:rPr>
        <w:t>i </w:t>
      </w:r>
      <w:r w:rsidRPr="00B10C22">
        <w:rPr>
          <w:rFonts w:ascii="Arial" w:hAnsi="Arial" w:cs="Arial"/>
          <w:iCs/>
          <w:sz w:val="24"/>
          <w:szCs w:val="24"/>
        </w:rPr>
        <w:t>adres Wnioskodawcy</w:t>
      </w:r>
    </w:p>
    <w:p w14:paraId="3AC6785A" w14:textId="77777777" w:rsidR="007444B3" w:rsidRPr="00B10C22" w:rsidRDefault="007444B3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B10C22">
        <w:rPr>
          <w:rFonts w:ascii="Arial" w:hAnsi="Arial" w:cs="Arial"/>
          <w:iCs/>
          <w:sz w:val="24"/>
          <w:szCs w:val="24"/>
        </w:rPr>
        <w:t>…………………………………</w:t>
      </w:r>
    </w:p>
    <w:p w14:paraId="6B03F99F" w14:textId="77777777" w:rsidR="00163610" w:rsidRPr="00B10C22" w:rsidRDefault="00F75668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C22">
        <w:rPr>
          <w:rFonts w:ascii="Arial" w:hAnsi="Arial" w:cs="Arial"/>
          <w:sz w:val="24"/>
          <w:szCs w:val="24"/>
        </w:rPr>
        <w:t>…………………………………</w:t>
      </w:r>
    </w:p>
    <w:p w14:paraId="28F23369" w14:textId="77777777" w:rsidR="00C360E1" w:rsidRDefault="00C360E1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EAB0A06" w14:textId="77777777" w:rsidR="00C360E1" w:rsidRPr="00B10C22" w:rsidRDefault="00C360E1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2AC81F0" w14:textId="77777777" w:rsidR="008F0439" w:rsidRPr="00B10C22" w:rsidRDefault="00DB6D44" w:rsidP="00B10C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60616D">
        <w:rPr>
          <w:rFonts w:ascii="Arial" w:hAnsi="Arial" w:cs="Arial"/>
          <w:b/>
          <w:sz w:val="24"/>
          <w:szCs w:val="24"/>
        </w:rPr>
        <w:t>ś</w:t>
      </w:r>
      <w:r>
        <w:rPr>
          <w:rFonts w:ascii="Arial" w:hAnsi="Arial" w:cs="Arial"/>
          <w:b/>
          <w:sz w:val="24"/>
          <w:szCs w:val="24"/>
        </w:rPr>
        <w:t>wiadczenie wnioskodawcy</w:t>
      </w:r>
      <w:r w:rsidR="00163610" w:rsidRPr="00B10C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dotyczące zgodności projektu z właściwymi</w:t>
      </w:r>
      <w:r w:rsidR="002C40E3" w:rsidRPr="00B10C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przepisami prawa unijnego</w:t>
      </w:r>
      <w:r w:rsidR="002C40E3" w:rsidRPr="00B10C22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przestrzeganie</w:t>
      </w:r>
      <w:r w:rsidR="002C40E3" w:rsidRPr="00B10C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przepisów prawa zgodnie</w:t>
      </w:r>
      <w:r w:rsidR="002C40E3" w:rsidRPr="00B10C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</w:t>
      </w:r>
      <w:r w:rsidR="002C40E3" w:rsidRPr="00B10C22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art</w:t>
      </w:r>
      <w:r w:rsidR="002C40E3" w:rsidRPr="00B10C22">
        <w:rPr>
          <w:rFonts w:ascii="Arial" w:hAnsi="Arial" w:cs="Arial"/>
          <w:b/>
          <w:sz w:val="24"/>
          <w:szCs w:val="24"/>
        </w:rPr>
        <w:t xml:space="preserve">. 73 </w:t>
      </w:r>
      <w:r>
        <w:rPr>
          <w:rFonts w:ascii="Arial" w:hAnsi="Arial" w:cs="Arial"/>
          <w:b/>
          <w:sz w:val="24"/>
          <w:szCs w:val="24"/>
        </w:rPr>
        <w:t>ust</w:t>
      </w:r>
      <w:r w:rsidR="002C40E3" w:rsidRPr="00B10C22">
        <w:rPr>
          <w:rFonts w:ascii="Arial" w:hAnsi="Arial" w:cs="Arial"/>
          <w:b/>
          <w:sz w:val="24"/>
          <w:szCs w:val="24"/>
        </w:rPr>
        <w:t xml:space="preserve">. 2 </w:t>
      </w:r>
      <w:r>
        <w:rPr>
          <w:rFonts w:ascii="Arial" w:hAnsi="Arial" w:cs="Arial"/>
          <w:b/>
          <w:sz w:val="24"/>
          <w:szCs w:val="24"/>
        </w:rPr>
        <w:t>lit</w:t>
      </w:r>
      <w:r w:rsidR="002C40E3" w:rsidRPr="00B10C22">
        <w:rPr>
          <w:rFonts w:ascii="Arial" w:hAnsi="Arial" w:cs="Arial"/>
          <w:b/>
          <w:sz w:val="24"/>
          <w:szCs w:val="24"/>
        </w:rPr>
        <w:t xml:space="preserve">. </w:t>
      </w:r>
      <w:r w:rsidR="0060616D">
        <w:rPr>
          <w:rFonts w:ascii="Arial" w:hAnsi="Arial" w:cs="Arial"/>
          <w:b/>
          <w:sz w:val="24"/>
          <w:szCs w:val="24"/>
        </w:rPr>
        <w:t xml:space="preserve">f </w:t>
      </w:r>
      <w:r w:rsidR="00432E5B">
        <w:rPr>
          <w:rFonts w:ascii="Arial" w:hAnsi="Arial" w:cs="Arial"/>
          <w:b/>
          <w:sz w:val="24"/>
          <w:szCs w:val="24"/>
        </w:rPr>
        <w:t>r</w:t>
      </w:r>
      <w:r w:rsidR="0060616D">
        <w:rPr>
          <w:rFonts w:ascii="Arial" w:hAnsi="Arial" w:cs="Arial"/>
          <w:b/>
          <w:sz w:val="24"/>
          <w:szCs w:val="24"/>
        </w:rPr>
        <w:t xml:space="preserve">ozporządzenia nr </w:t>
      </w:r>
      <w:r w:rsidR="002C40E3" w:rsidRPr="00B10C22">
        <w:rPr>
          <w:rFonts w:ascii="Arial" w:hAnsi="Arial" w:cs="Arial"/>
          <w:b/>
          <w:sz w:val="24"/>
          <w:szCs w:val="24"/>
        </w:rPr>
        <w:t>2021/1060)</w:t>
      </w:r>
    </w:p>
    <w:p w14:paraId="1F01B479" w14:textId="77777777" w:rsidR="00C360E1" w:rsidRPr="00B10C22" w:rsidRDefault="00C360E1" w:rsidP="001636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F754918" w14:textId="77777777" w:rsidR="00163610" w:rsidRDefault="00163610" w:rsidP="0063099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10C22">
        <w:rPr>
          <w:rFonts w:ascii="Arial" w:hAnsi="Arial" w:cs="Arial"/>
          <w:b/>
          <w:sz w:val="24"/>
          <w:szCs w:val="24"/>
        </w:rPr>
        <w:t>Oświadczam, że:</w:t>
      </w:r>
    </w:p>
    <w:p w14:paraId="7181EDF7" w14:textId="77777777" w:rsidR="008E40A9" w:rsidRPr="00B10C22" w:rsidRDefault="008E40A9" w:rsidP="0063099F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930B2D" w14:textId="77777777" w:rsidR="00163610" w:rsidRPr="00B10C22" w:rsidRDefault="00163610" w:rsidP="0016361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208D4C" w14:textId="77777777" w:rsidR="0063099F" w:rsidRDefault="009E10EA" w:rsidP="006309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rozpocząłem</w:t>
      </w:r>
      <w:r w:rsidR="00F76D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(-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D93DB3" w:rsidRPr="00B10C22">
        <w:rPr>
          <w:rFonts w:ascii="Arial" w:hAnsi="Arial" w:cs="Arial"/>
          <w:sz w:val="24"/>
          <w:szCs w:val="24"/>
        </w:rPr>
        <w:t xml:space="preserve"> </w:t>
      </w:r>
      <w:r w:rsidR="002C40E3" w:rsidRPr="00B10C22">
        <w:rPr>
          <w:rFonts w:ascii="Arial" w:hAnsi="Arial" w:cs="Arial"/>
          <w:sz w:val="24"/>
          <w:szCs w:val="24"/>
        </w:rPr>
        <w:t>realizacj</w:t>
      </w:r>
      <w:r w:rsidR="00202A71">
        <w:rPr>
          <w:rFonts w:ascii="Arial" w:hAnsi="Arial" w:cs="Arial"/>
          <w:sz w:val="24"/>
          <w:szCs w:val="24"/>
        </w:rPr>
        <w:t>i</w:t>
      </w:r>
      <w:r w:rsidR="002C40E3" w:rsidRPr="00B10C22">
        <w:rPr>
          <w:rFonts w:ascii="Arial" w:hAnsi="Arial" w:cs="Arial"/>
          <w:sz w:val="24"/>
          <w:szCs w:val="24"/>
        </w:rPr>
        <w:t xml:space="preserve"> projektu przed dniem złożenia wniosku </w:t>
      </w:r>
      <w:r w:rsidR="009F6247" w:rsidRPr="00B10C22">
        <w:rPr>
          <w:rFonts w:ascii="Arial" w:hAnsi="Arial" w:cs="Arial"/>
          <w:sz w:val="24"/>
          <w:szCs w:val="24"/>
        </w:rPr>
        <w:t>o </w:t>
      </w:r>
      <w:r w:rsidR="002C40E3" w:rsidRPr="00B10C22">
        <w:rPr>
          <w:rFonts w:ascii="Arial" w:hAnsi="Arial" w:cs="Arial"/>
          <w:sz w:val="24"/>
          <w:szCs w:val="24"/>
        </w:rPr>
        <w:t xml:space="preserve">dofinansowanie projektu </w:t>
      </w:r>
      <w:r w:rsidR="009F6247" w:rsidRPr="00B10C22">
        <w:rPr>
          <w:rFonts w:ascii="Arial" w:hAnsi="Arial" w:cs="Arial"/>
          <w:sz w:val="24"/>
          <w:szCs w:val="24"/>
        </w:rPr>
        <w:t>na </w:t>
      </w:r>
      <w:r w:rsidR="002C40E3" w:rsidRPr="00B10C22">
        <w:rPr>
          <w:rFonts w:ascii="Arial" w:hAnsi="Arial" w:cs="Arial"/>
          <w:sz w:val="24"/>
          <w:szCs w:val="24"/>
        </w:rPr>
        <w:t>nabór</w:t>
      </w:r>
      <w:r w:rsidR="00F76D35">
        <w:rPr>
          <w:rFonts w:ascii="Arial" w:hAnsi="Arial" w:cs="Arial"/>
          <w:sz w:val="24"/>
          <w:szCs w:val="24"/>
        </w:rPr>
        <w:t xml:space="preserve"> </w:t>
      </w:r>
      <w:r w:rsidR="002C40E3" w:rsidRPr="00B10C22">
        <w:rPr>
          <w:rFonts w:ascii="Arial" w:hAnsi="Arial" w:cs="Arial"/>
          <w:sz w:val="24"/>
          <w:szCs w:val="24"/>
        </w:rPr>
        <w:t>nr ….</w:t>
      </w:r>
      <w:r w:rsidR="008576A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FD96F2F" w14:textId="77777777" w:rsidR="00D93DB3" w:rsidRDefault="00D93DB3" w:rsidP="00D93DB3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38B17FE" w14:textId="77777777" w:rsidR="008576A9" w:rsidRDefault="00D93DB3" w:rsidP="008576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93DB3">
        <w:rPr>
          <w:rFonts w:ascii="Arial" w:hAnsi="Arial" w:cs="Arial"/>
          <w:sz w:val="24"/>
          <w:szCs w:val="24"/>
        </w:rPr>
        <w:t>Rozpocząłem (-</w:t>
      </w:r>
      <w:proofErr w:type="spellStart"/>
      <w:r w:rsidRPr="00D93DB3">
        <w:rPr>
          <w:rFonts w:ascii="Arial" w:hAnsi="Arial" w:cs="Arial"/>
          <w:sz w:val="24"/>
          <w:szCs w:val="24"/>
        </w:rPr>
        <w:t>am</w:t>
      </w:r>
      <w:proofErr w:type="spellEnd"/>
      <w:r w:rsidRPr="00D93DB3">
        <w:rPr>
          <w:rFonts w:ascii="Arial" w:hAnsi="Arial" w:cs="Arial"/>
          <w:sz w:val="24"/>
          <w:szCs w:val="24"/>
        </w:rPr>
        <w:t>)/ realizacj</w:t>
      </w:r>
      <w:r w:rsidR="00202A71">
        <w:rPr>
          <w:rFonts w:ascii="Arial" w:hAnsi="Arial" w:cs="Arial"/>
          <w:sz w:val="24"/>
          <w:szCs w:val="24"/>
        </w:rPr>
        <w:t>ę</w:t>
      </w:r>
      <w:r w:rsidRPr="00D93DB3">
        <w:rPr>
          <w:rFonts w:ascii="Arial" w:hAnsi="Arial" w:cs="Arial"/>
          <w:sz w:val="24"/>
          <w:szCs w:val="24"/>
        </w:rPr>
        <w:t xml:space="preserve"> projektu przed dniem złożenia wniosku o dofinansowanie projektu na nabór nr ….</w:t>
      </w:r>
    </w:p>
    <w:p w14:paraId="4A2454C6" w14:textId="77777777" w:rsidR="00C360E1" w:rsidRPr="008576A9" w:rsidRDefault="00D93DB3" w:rsidP="008576A9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76A9">
        <w:rPr>
          <w:rFonts w:ascii="Arial" w:hAnsi="Arial" w:cs="Arial"/>
          <w:sz w:val="24"/>
          <w:szCs w:val="24"/>
        </w:rPr>
        <w:t>R</w:t>
      </w:r>
      <w:r w:rsidR="002C40E3" w:rsidRPr="008576A9">
        <w:rPr>
          <w:rFonts w:ascii="Arial" w:hAnsi="Arial" w:cs="Arial"/>
          <w:sz w:val="24"/>
          <w:szCs w:val="24"/>
        </w:rPr>
        <w:t xml:space="preserve">ealizując projekt przed dniem złożenia wniosku </w:t>
      </w:r>
      <w:r w:rsidR="009F6247" w:rsidRPr="008576A9">
        <w:rPr>
          <w:rFonts w:ascii="Arial" w:hAnsi="Arial" w:cs="Arial"/>
          <w:sz w:val="24"/>
          <w:szCs w:val="24"/>
        </w:rPr>
        <w:t>o </w:t>
      </w:r>
      <w:r w:rsidR="002C40E3" w:rsidRPr="008576A9">
        <w:rPr>
          <w:rFonts w:ascii="Arial" w:hAnsi="Arial" w:cs="Arial"/>
          <w:sz w:val="24"/>
          <w:szCs w:val="24"/>
        </w:rPr>
        <w:t>dofinansowanie projektu przestrzegał</w:t>
      </w:r>
      <w:r w:rsidR="00F76D35" w:rsidRPr="008576A9">
        <w:rPr>
          <w:rFonts w:ascii="Arial" w:hAnsi="Arial" w:cs="Arial"/>
          <w:sz w:val="24"/>
          <w:szCs w:val="24"/>
        </w:rPr>
        <w:t>e</w:t>
      </w:r>
      <w:r w:rsidR="002C40E3" w:rsidRPr="008576A9">
        <w:rPr>
          <w:rFonts w:ascii="Arial" w:hAnsi="Arial" w:cs="Arial"/>
          <w:sz w:val="24"/>
          <w:szCs w:val="24"/>
        </w:rPr>
        <w:t>m</w:t>
      </w:r>
      <w:r w:rsidR="00F76D35" w:rsidRPr="008576A9">
        <w:rPr>
          <w:rFonts w:ascii="Arial" w:hAnsi="Arial" w:cs="Arial"/>
          <w:sz w:val="24"/>
          <w:szCs w:val="24"/>
        </w:rPr>
        <w:t xml:space="preserve"> (-</w:t>
      </w:r>
      <w:proofErr w:type="spellStart"/>
      <w:r w:rsidR="00F76D35" w:rsidRPr="008576A9">
        <w:rPr>
          <w:rFonts w:ascii="Arial" w:hAnsi="Arial" w:cs="Arial"/>
          <w:sz w:val="24"/>
          <w:szCs w:val="24"/>
        </w:rPr>
        <w:t>am</w:t>
      </w:r>
      <w:proofErr w:type="spellEnd"/>
      <w:r w:rsidR="00F76D35" w:rsidRPr="008576A9">
        <w:rPr>
          <w:rFonts w:ascii="Arial" w:hAnsi="Arial" w:cs="Arial"/>
          <w:sz w:val="24"/>
          <w:szCs w:val="24"/>
        </w:rPr>
        <w:t>)</w:t>
      </w:r>
      <w:r w:rsidR="002C40E3" w:rsidRPr="008576A9">
        <w:rPr>
          <w:rFonts w:ascii="Arial" w:hAnsi="Arial" w:cs="Arial"/>
          <w:sz w:val="24"/>
          <w:szCs w:val="24"/>
        </w:rPr>
        <w:t xml:space="preserve"> obowiązujących przepisów prawa dotyczących danego projektu, zgodnie </w:t>
      </w:r>
      <w:r w:rsidR="009F6247" w:rsidRPr="008576A9">
        <w:rPr>
          <w:rFonts w:ascii="Arial" w:hAnsi="Arial" w:cs="Arial"/>
          <w:sz w:val="24"/>
          <w:szCs w:val="24"/>
        </w:rPr>
        <w:t>z </w:t>
      </w:r>
      <w:r w:rsidR="002C40E3" w:rsidRPr="008576A9">
        <w:rPr>
          <w:rFonts w:ascii="Arial" w:hAnsi="Arial" w:cs="Arial"/>
          <w:sz w:val="24"/>
          <w:szCs w:val="24"/>
        </w:rPr>
        <w:t xml:space="preserve">art. 73 ust. 2 lit f) </w:t>
      </w:r>
      <w:r w:rsidR="00F76D35" w:rsidRPr="008576A9">
        <w:rPr>
          <w:rFonts w:ascii="Arial" w:hAnsi="Arial" w:cs="Arial"/>
          <w:sz w:val="24"/>
          <w:szCs w:val="24"/>
        </w:rPr>
        <w:t xml:space="preserve">Rozporządzenia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</w:t>
      </w:r>
      <w:r w:rsidR="00F76D35" w:rsidRPr="00841BB3">
        <w:rPr>
          <w:rFonts w:ascii="Arial" w:hAnsi="Arial" w:cs="Arial"/>
          <w:sz w:val="24"/>
          <w:szCs w:val="24"/>
        </w:rPr>
        <w:t>30.06.2021)</w:t>
      </w:r>
      <w:r w:rsidR="003C4619" w:rsidRPr="00841BB3">
        <w:rPr>
          <w:rStyle w:val="Odwoanieprzypisudolnego"/>
          <w:rFonts w:ascii="Arial" w:hAnsi="Arial" w:cs="Arial"/>
          <w:sz w:val="24"/>
          <w:szCs w:val="24"/>
        </w:rPr>
        <w:footnoteReference w:customMarkFollows="1" w:id="2"/>
        <w:t>1</w:t>
      </w:r>
      <w:r w:rsidR="008576A9" w:rsidRPr="00841BB3">
        <w:rPr>
          <w:rFonts w:ascii="Arial" w:hAnsi="Arial" w:cs="Arial"/>
          <w:sz w:val="24"/>
          <w:szCs w:val="24"/>
        </w:rPr>
        <w:t>.</w:t>
      </w:r>
    </w:p>
    <w:p w14:paraId="6ED5002D" w14:textId="77777777" w:rsidR="00870C0C" w:rsidRPr="00870C0C" w:rsidRDefault="00870C0C" w:rsidP="00870C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C74ACCA" w14:textId="77777777" w:rsidR="00C360E1" w:rsidRPr="00C360E1" w:rsidRDefault="00D93DB3" w:rsidP="00C360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C360E1" w:rsidRPr="00C360E1">
        <w:rPr>
          <w:rFonts w:ascii="Arial" w:hAnsi="Arial" w:cs="Arial"/>
          <w:sz w:val="24"/>
          <w:szCs w:val="24"/>
        </w:rPr>
        <w:t>estem świadom</w:t>
      </w:r>
      <w:r w:rsidR="00F76D35">
        <w:rPr>
          <w:rFonts w:ascii="Arial" w:hAnsi="Arial" w:cs="Arial"/>
          <w:sz w:val="24"/>
          <w:szCs w:val="24"/>
        </w:rPr>
        <w:t>y (-ma)</w:t>
      </w:r>
      <w:r w:rsidR="00C360E1" w:rsidRPr="00C360E1">
        <w:rPr>
          <w:rFonts w:ascii="Arial" w:hAnsi="Arial" w:cs="Arial"/>
          <w:sz w:val="24"/>
          <w:szCs w:val="24"/>
        </w:rPr>
        <w:t xml:space="preserve"> odpowiedzialności karnej za złożenie fałszywych oświadczeń.</w:t>
      </w:r>
    </w:p>
    <w:p w14:paraId="2315B7B2" w14:textId="77777777" w:rsidR="00922A9C" w:rsidRDefault="00922A9C" w:rsidP="00C360E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CE6A2C8" w14:textId="77777777" w:rsidR="003F3464" w:rsidRDefault="003F3464" w:rsidP="00C360E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C7D53F1" w14:textId="3FEC5411" w:rsidR="003F3464" w:rsidRDefault="003F3464" w:rsidP="003F3464">
      <w:pPr>
        <w:pStyle w:val="Akapitzlist"/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0CD78A19" w14:textId="07EC2BE1" w:rsidR="003F3464" w:rsidRDefault="003F3464" w:rsidP="003F3464">
      <w:pPr>
        <w:pStyle w:val="Akapitzlist"/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/podpis wnioskodawcy/</w:t>
      </w:r>
    </w:p>
    <w:sectPr w:rsidR="003F34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B884" w14:textId="77777777" w:rsidR="00B75AD2" w:rsidRDefault="00B75AD2" w:rsidP="00163610">
      <w:pPr>
        <w:spacing w:after="0" w:line="240" w:lineRule="auto"/>
      </w:pPr>
      <w:r>
        <w:separator/>
      </w:r>
    </w:p>
  </w:endnote>
  <w:endnote w:type="continuationSeparator" w:id="0">
    <w:p w14:paraId="798F79F9" w14:textId="77777777" w:rsidR="00B75AD2" w:rsidRDefault="00B75AD2" w:rsidP="0016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29CF4" w14:textId="040590F8" w:rsidR="00BC5A82" w:rsidRDefault="00BC5A82" w:rsidP="00BC5A82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972BD8" wp14:editId="541ECEE4">
              <wp:simplePos x="0" y="0"/>
              <wp:positionH relativeFrom="column">
                <wp:posOffset>-653305</wp:posOffset>
              </wp:positionH>
              <wp:positionV relativeFrom="paragraph">
                <wp:posOffset>53727</wp:posOffset>
              </wp:positionV>
              <wp:extent cx="3474720" cy="453224"/>
              <wp:effectExtent l="0" t="0" r="0" b="4445"/>
              <wp:wrapNone/>
              <wp:docPr id="1846280349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4720" cy="45322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1DB6AD1" w14:textId="77777777" w:rsidR="00BC5A82" w:rsidRPr="0061767F" w:rsidRDefault="00BC5A82" w:rsidP="00BC5A82">
                          <w:pPr>
                            <w:ind w:right="170"/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  <w:p w14:paraId="25E2E768" w14:textId="77777777" w:rsidR="00BC5A82" w:rsidRDefault="00BC5A8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972BD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1.45pt;margin-top:4.25pt;width:273.6pt;height:3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" fillcolor="white [3201]" stroked="f" strokeweight=".5pt">
              <v:textbox>
                <w:txbxContent>
                  <w:p w14:paraId="41DB6AD1" w14:textId="77777777" w:rsidR="00BC5A82" w:rsidRPr="0061767F" w:rsidRDefault="00BC5A82" w:rsidP="00BC5A82">
                    <w:pPr>
                      <w:ind w:right="170"/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  <w:p w14:paraId="25E2E768" w14:textId="77777777" w:rsidR="00BC5A82" w:rsidRDefault="00BC5A82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D41B86" wp14:editId="43B09ECE">
          <wp:extent cx="2834640" cy="372110"/>
          <wp:effectExtent l="0" t="0" r="3810" b="8890"/>
          <wp:docPr id="823837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464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7CE51" w14:textId="77777777" w:rsidR="00B75AD2" w:rsidRDefault="00B75AD2" w:rsidP="00163610">
      <w:pPr>
        <w:spacing w:after="0" w:line="240" w:lineRule="auto"/>
      </w:pPr>
      <w:r>
        <w:separator/>
      </w:r>
    </w:p>
  </w:footnote>
  <w:footnote w:type="continuationSeparator" w:id="0">
    <w:p w14:paraId="41E5E765" w14:textId="77777777" w:rsidR="00B75AD2" w:rsidRDefault="00B75AD2" w:rsidP="00163610">
      <w:pPr>
        <w:spacing w:after="0" w:line="240" w:lineRule="auto"/>
      </w:pPr>
      <w:r>
        <w:continuationSeparator/>
      </w:r>
    </w:p>
  </w:footnote>
  <w:footnote w:id="1">
    <w:p w14:paraId="1C20F57D" w14:textId="77777777" w:rsidR="008576A9" w:rsidRDefault="008576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76A9">
        <w:rPr>
          <w:rFonts w:ascii="Arial" w:hAnsi="Arial" w:cs="Arial"/>
          <w:sz w:val="18"/>
          <w:szCs w:val="18"/>
        </w:rPr>
        <w:t>Należy wybrać właściwe 1 lub 2</w:t>
      </w:r>
    </w:p>
  </w:footnote>
  <w:footnote w:id="2">
    <w:p w14:paraId="3776774E" w14:textId="77777777" w:rsidR="003C4619" w:rsidRDefault="003C461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206"/>
    <w:multiLevelType w:val="hybridMultilevel"/>
    <w:tmpl w:val="F06E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D6F12"/>
    <w:multiLevelType w:val="hybridMultilevel"/>
    <w:tmpl w:val="047A1F5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95281809">
    <w:abstractNumId w:val="0"/>
  </w:num>
  <w:num w:numId="2" w16cid:durableId="1170024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10"/>
    <w:rsid w:val="0012382A"/>
    <w:rsid w:val="00163610"/>
    <w:rsid w:val="00202A71"/>
    <w:rsid w:val="002A2B0C"/>
    <w:rsid w:val="002C40E3"/>
    <w:rsid w:val="002F5D9C"/>
    <w:rsid w:val="0030408A"/>
    <w:rsid w:val="0037263B"/>
    <w:rsid w:val="00376A8E"/>
    <w:rsid w:val="003933C9"/>
    <w:rsid w:val="003C4619"/>
    <w:rsid w:val="003C554D"/>
    <w:rsid w:val="003D0639"/>
    <w:rsid w:val="003F3464"/>
    <w:rsid w:val="00430F9C"/>
    <w:rsid w:val="00432E5B"/>
    <w:rsid w:val="004D73FA"/>
    <w:rsid w:val="00541447"/>
    <w:rsid w:val="0060616D"/>
    <w:rsid w:val="006248B1"/>
    <w:rsid w:val="0063099F"/>
    <w:rsid w:val="00652705"/>
    <w:rsid w:val="007444B3"/>
    <w:rsid w:val="00841BB3"/>
    <w:rsid w:val="008576A9"/>
    <w:rsid w:val="00870C0C"/>
    <w:rsid w:val="00883B34"/>
    <w:rsid w:val="008E40A9"/>
    <w:rsid w:val="008F0439"/>
    <w:rsid w:val="00922A9C"/>
    <w:rsid w:val="009E10EA"/>
    <w:rsid w:val="009F6247"/>
    <w:rsid w:val="00B10C22"/>
    <w:rsid w:val="00B61C42"/>
    <w:rsid w:val="00B75AD2"/>
    <w:rsid w:val="00B865E3"/>
    <w:rsid w:val="00BB5026"/>
    <w:rsid w:val="00BC5A82"/>
    <w:rsid w:val="00BC5CED"/>
    <w:rsid w:val="00BE6366"/>
    <w:rsid w:val="00BF48C8"/>
    <w:rsid w:val="00C360E1"/>
    <w:rsid w:val="00C40EFA"/>
    <w:rsid w:val="00CB3018"/>
    <w:rsid w:val="00CE1153"/>
    <w:rsid w:val="00CE3DD1"/>
    <w:rsid w:val="00D00DAB"/>
    <w:rsid w:val="00D10C1F"/>
    <w:rsid w:val="00D42AAC"/>
    <w:rsid w:val="00D93DB3"/>
    <w:rsid w:val="00DB6D44"/>
    <w:rsid w:val="00E3673A"/>
    <w:rsid w:val="00F75668"/>
    <w:rsid w:val="00F76D35"/>
    <w:rsid w:val="00F80609"/>
    <w:rsid w:val="00F82F93"/>
    <w:rsid w:val="00F84077"/>
    <w:rsid w:val="00F86FC6"/>
    <w:rsid w:val="00F96E26"/>
    <w:rsid w:val="00FC442F"/>
    <w:rsid w:val="00FD3098"/>
    <w:rsid w:val="00FE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2C71C"/>
  <w15:chartTrackingRefBased/>
  <w15:docId w15:val="{9D31A241-625E-477F-8696-5B81FAD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61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36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36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6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A82"/>
  </w:style>
  <w:style w:type="paragraph" w:styleId="Stopka">
    <w:name w:val="footer"/>
    <w:basedOn w:val="Normalny"/>
    <w:link w:val="StopkaZnak"/>
    <w:uiPriority w:val="99"/>
    <w:unhideWhenUsed/>
    <w:rsid w:val="00BC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9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5401-6CA1-48CC-8352-CA7F0419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Driemel-Jaroszewska</dc:creator>
  <cp:keywords/>
  <dc:description/>
  <cp:lastModifiedBy>Agnieszka Dąbek</cp:lastModifiedBy>
  <cp:revision>6</cp:revision>
  <dcterms:created xsi:type="dcterms:W3CDTF">2023-05-29T12:18:00Z</dcterms:created>
  <dcterms:modified xsi:type="dcterms:W3CDTF">2023-05-29T12:26:00Z</dcterms:modified>
</cp:coreProperties>
</file>